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6A" w:rsidRDefault="0024776A" w:rsidP="00B44A47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 2</w:t>
      </w:r>
    </w:p>
    <w:p w:rsidR="0024776A" w:rsidRPr="00B54C67" w:rsidRDefault="0024776A" w:rsidP="00B54C67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B54C67">
        <w:rPr>
          <w:rFonts w:ascii="Arial" w:hAnsi="Arial" w:cs="Arial"/>
          <w:sz w:val="21"/>
          <w:szCs w:val="21"/>
        </w:rPr>
        <w:t>OSO.271.11.2016</w:t>
      </w:r>
    </w:p>
    <w:p w:rsidR="0024776A" w:rsidRPr="00A22DCF" w:rsidRDefault="0024776A" w:rsidP="00B44A47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24776A" w:rsidRPr="009F76CE" w:rsidRDefault="0024776A" w:rsidP="009F76CE">
      <w:pPr>
        <w:spacing w:after="0" w:line="240" w:lineRule="auto"/>
        <w:ind w:left="5246" w:firstLine="708"/>
        <w:rPr>
          <w:rFonts w:ascii="Arial" w:hAnsi="Arial" w:cs="Arial"/>
          <w:b/>
          <w:bCs/>
        </w:rPr>
      </w:pPr>
      <w:r w:rsidRPr="009F76CE">
        <w:rPr>
          <w:rFonts w:ascii="Arial" w:hAnsi="Arial" w:cs="Arial"/>
          <w:b/>
          <w:bCs/>
        </w:rPr>
        <w:t>Gmina Chełmża</w:t>
      </w:r>
    </w:p>
    <w:p w:rsidR="0024776A" w:rsidRDefault="0024776A" w:rsidP="0075679C">
      <w:pPr>
        <w:spacing w:after="0" w:line="240" w:lineRule="auto"/>
        <w:ind w:left="5954"/>
        <w:rPr>
          <w:rFonts w:ascii="Arial" w:hAnsi="Arial" w:cs="Arial"/>
          <w:b/>
          <w:bCs/>
        </w:rPr>
      </w:pPr>
      <w:r w:rsidRPr="009F76CE">
        <w:rPr>
          <w:rFonts w:ascii="Arial" w:hAnsi="Arial" w:cs="Arial"/>
          <w:b/>
          <w:bCs/>
        </w:rPr>
        <w:t xml:space="preserve">ul. Wodna 2, </w:t>
      </w:r>
      <w:r>
        <w:rPr>
          <w:rFonts w:ascii="Arial" w:hAnsi="Arial" w:cs="Arial"/>
          <w:b/>
          <w:bCs/>
        </w:rPr>
        <w:br/>
      </w:r>
      <w:r w:rsidRPr="009F76CE">
        <w:rPr>
          <w:rFonts w:ascii="Arial" w:hAnsi="Arial" w:cs="Arial"/>
          <w:b/>
          <w:bCs/>
        </w:rPr>
        <w:t>87-140 Chełmża</w:t>
      </w:r>
    </w:p>
    <w:p w:rsidR="0024776A" w:rsidRPr="0075679C" w:rsidRDefault="0024776A" w:rsidP="0075679C">
      <w:pPr>
        <w:spacing w:after="0" w:line="240" w:lineRule="auto"/>
        <w:rPr>
          <w:rFonts w:ascii="Arial" w:hAnsi="Arial" w:cs="Arial"/>
          <w:b/>
          <w:bCs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24776A" w:rsidRPr="00A22DCF" w:rsidRDefault="0024776A" w:rsidP="00B44A4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4776A" w:rsidRPr="00842991" w:rsidRDefault="0024776A" w:rsidP="00B44A47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24776A" w:rsidRDefault="0024776A" w:rsidP="00B44A47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:rsidR="0024776A" w:rsidRPr="00262D61" w:rsidRDefault="0024776A" w:rsidP="00B44A47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4776A" w:rsidRPr="00A22DCF" w:rsidRDefault="0024776A" w:rsidP="00B44A4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4776A" w:rsidRPr="00842991" w:rsidRDefault="0024776A" w:rsidP="00B44A47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24776A" w:rsidRPr="00A22DCF" w:rsidRDefault="0024776A" w:rsidP="00B44A47">
      <w:pPr>
        <w:rPr>
          <w:rFonts w:ascii="Arial" w:hAnsi="Arial" w:cs="Arial"/>
          <w:sz w:val="21"/>
          <w:szCs w:val="21"/>
        </w:rPr>
      </w:pPr>
    </w:p>
    <w:p w:rsidR="0024776A" w:rsidRPr="00262D61" w:rsidRDefault="0024776A" w:rsidP="00B44A47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24776A" w:rsidRDefault="0024776A" w:rsidP="00B44A47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24776A" w:rsidRPr="00A22DCF" w:rsidRDefault="0024776A" w:rsidP="00B44A47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24776A" w:rsidRPr="00262D61" w:rsidRDefault="0024776A" w:rsidP="00B44A47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24776A" w:rsidRPr="00A22DCF" w:rsidRDefault="0024776A" w:rsidP="00B44A47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4776A" w:rsidRPr="00B54C67" w:rsidRDefault="0024776A" w:rsidP="00B54C67">
      <w:pPr>
        <w:jc w:val="center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B54C67">
        <w:rPr>
          <w:rFonts w:ascii="Arial" w:hAnsi="Arial" w:cs="Arial"/>
          <w:b/>
          <w:bCs/>
          <w:sz w:val="24"/>
          <w:szCs w:val="24"/>
        </w:rPr>
        <w:t>„SUKCESYWNA DOSTAWA OLEJU OPAŁOWEGO LEKKIEGO W   PLANOWANEJ ILOŚCI  200.000 LITRÓW”</w:t>
      </w:r>
      <w:r w:rsidRPr="009F76CE">
        <w:rPr>
          <w:rFonts w:ascii="Arial" w:hAnsi="Arial" w:cs="Arial"/>
          <w:b/>
          <w:bCs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</w:t>
      </w:r>
      <w:r>
        <w:rPr>
          <w:rFonts w:ascii="Arial" w:hAnsi="Arial" w:cs="Arial"/>
          <w:sz w:val="21"/>
          <w:szCs w:val="21"/>
        </w:rPr>
        <w:t xml:space="preserve"> Gminę Chełmża </w:t>
      </w:r>
      <w:r w:rsidRPr="00EB7CDE">
        <w:rPr>
          <w:rFonts w:ascii="Arial" w:hAnsi="Arial" w:cs="Arial"/>
          <w:i/>
          <w:iCs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24776A" w:rsidRPr="00A22DCF" w:rsidRDefault="0024776A" w:rsidP="00B44A4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4776A" w:rsidRPr="00E31C06" w:rsidRDefault="0024776A" w:rsidP="00B44A4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24776A" w:rsidRDefault="0024776A" w:rsidP="00B44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4776A" w:rsidRPr="0075679C" w:rsidRDefault="0024776A" w:rsidP="00B44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Warunków Zamówienia, </w:t>
      </w:r>
      <w:r w:rsidRPr="0075679C">
        <w:rPr>
          <w:rFonts w:ascii="Arial" w:hAnsi="Arial" w:cs="Arial"/>
          <w:sz w:val="21"/>
          <w:szCs w:val="21"/>
        </w:rPr>
        <w:t>w rozdziale VI pkt 1</w:t>
      </w:r>
      <w:r>
        <w:rPr>
          <w:rFonts w:ascii="Arial" w:hAnsi="Arial" w:cs="Arial"/>
          <w:sz w:val="21"/>
          <w:szCs w:val="21"/>
        </w:rPr>
        <w:t>.2</w:t>
      </w:r>
      <w:r w:rsidRPr="0075679C">
        <w:rPr>
          <w:rFonts w:ascii="Arial" w:hAnsi="Arial" w:cs="Arial"/>
          <w:sz w:val="21"/>
          <w:szCs w:val="21"/>
        </w:rPr>
        <w:t xml:space="preserve"> Specyfikacji Istotnych Warunków Zamówienia Część I Instrukcja dla Wykonawców .</w:t>
      </w:r>
    </w:p>
    <w:p w:rsidR="0024776A" w:rsidRPr="00025C8D" w:rsidRDefault="0024776A" w:rsidP="00B44A4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776A" w:rsidRPr="003E1710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4776A" w:rsidRPr="003E1710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4776A" w:rsidRPr="0075679C" w:rsidRDefault="0024776A" w:rsidP="00801E04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75679C">
        <w:rPr>
          <w:rFonts w:ascii="Arial" w:hAnsi="Arial" w:cs="Arial"/>
          <w:i/>
          <w:iCs/>
          <w:sz w:val="16"/>
          <w:szCs w:val="16"/>
        </w:rPr>
        <w:t>(podpis(y) osób uprawnionych do reprezentacji wykonawcy,</w:t>
      </w:r>
    </w:p>
    <w:p w:rsidR="0024776A" w:rsidRPr="0075679C" w:rsidRDefault="0024776A" w:rsidP="00801E04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75679C">
        <w:rPr>
          <w:rFonts w:ascii="Arial" w:hAnsi="Arial" w:cs="Arial"/>
          <w:i/>
          <w:iCs/>
          <w:sz w:val="16"/>
          <w:szCs w:val="16"/>
        </w:rPr>
        <w:t>w przypadku oferty wspólnej – podpis pełnomocnika wykonawców)</w:t>
      </w:r>
    </w:p>
    <w:p w:rsidR="0024776A" w:rsidRPr="004D7E48" w:rsidRDefault="0024776A" w:rsidP="00B44A47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4776A" w:rsidRPr="00B54C67" w:rsidRDefault="0024776A" w:rsidP="00B44A47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54C67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B54C67">
        <w:rPr>
          <w:rFonts w:ascii="Arial" w:hAnsi="Arial" w:cs="Arial"/>
          <w:sz w:val="21"/>
          <w:szCs w:val="21"/>
        </w:rPr>
        <w:t xml:space="preserve">: </w:t>
      </w:r>
    </w:p>
    <w:p w:rsidR="0024776A" w:rsidRPr="00B54C67" w:rsidRDefault="0024776A" w:rsidP="00B44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54C67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…………………………………………………….……………………… </w:t>
      </w:r>
      <w:r w:rsidRPr="00B54C67">
        <w:rPr>
          <w:rFonts w:ascii="Arial" w:hAnsi="Arial" w:cs="Arial"/>
          <w:i/>
          <w:iCs/>
          <w:sz w:val="16"/>
          <w:szCs w:val="16"/>
        </w:rPr>
        <w:t xml:space="preserve">(wskazać dokument i właściwą jednostkę redakcyjną dokumentu, w której określono warunki udziału w postępowaniu), </w:t>
      </w:r>
      <w:r w:rsidRPr="00B54C67">
        <w:rPr>
          <w:rFonts w:ascii="Arial" w:hAnsi="Arial" w:cs="Arial"/>
          <w:sz w:val="21"/>
          <w:szCs w:val="21"/>
        </w:rPr>
        <w:t>polegam na zasobach następującego/ych podmiotu/ów: ……………………………………………….</w:t>
      </w:r>
    </w:p>
    <w:p w:rsidR="0024776A" w:rsidRPr="00B54C67" w:rsidRDefault="0024776A" w:rsidP="00B44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54C67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4776A" w:rsidRPr="00B54C67" w:rsidRDefault="0024776A" w:rsidP="00B44A4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B54C67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4C67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24776A" w:rsidRPr="00B54C67" w:rsidRDefault="0024776A" w:rsidP="00B44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4776A" w:rsidRPr="00B54C67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776A" w:rsidRPr="00B54C67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4C67">
        <w:rPr>
          <w:rFonts w:ascii="Arial" w:hAnsi="Arial" w:cs="Arial"/>
          <w:sz w:val="20"/>
          <w:szCs w:val="20"/>
        </w:rPr>
        <w:t xml:space="preserve">…………….……. </w:t>
      </w:r>
      <w:r w:rsidRPr="00B54C67">
        <w:rPr>
          <w:rFonts w:ascii="Arial" w:hAnsi="Arial" w:cs="Arial"/>
          <w:i/>
          <w:iCs/>
          <w:sz w:val="16"/>
          <w:szCs w:val="16"/>
        </w:rPr>
        <w:t>(miejscowość),</w:t>
      </w:r>
      <w:r w:rsidRPr="00B54C67">
        <w:rPr>
          <w:rFonts w:ascii="Arial" w:hAnsi="Arial" w:cs="Arial"/>
          <w:i/>
          <w:iCs/>
          <w:sz w:val="18"/>
          <w:szCs w:val="18"/>
        </w:rPr>
        <w:t xml:space="preserve"> </w:t>
      </w:r>
      <w:r w:rsidRPr="00B54C67">
        <w:rPr>
          <w:rFonts w:ascii="Arial" w:hAnsi="Arial" w:cs="Arial"/>
          <w:sz w:val="20"/>
          <w:szCs w:val="20"/>
        </w:rPr>
        <w:t xml:space="preserve">dnia ………….……. r. </w:t>
      </w:r>
    </w:p>
    <w:p w:rsidR="0024776A" w:rsidRPr="00B54C67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776A" w:rsidRPr="003E1710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4C67">
        <w:rPr>
          <w:rFonts w:ascii="Arial" w:hAnsi="Arial" w:cs="Arial"/>
          <w:sz w:val="20"/>
          <w:szCs w:val="20"/>
        </w:rPr>
        <w:tab/>
      </w:r>
      <w:r w:rsidRPr="00B54C67">
        <w:rPr>
          <w:rFonts w:ascii="Arial" w:hAnsi="Arial" w:cs="Arial"/>
          <w:sz w:val="20"/>
          <w:szCs w:val="20"/>
        </w:rPr>
        <w:tab/>
      </w:r>
      <w:r w:rsidRPr="00B54C67">
        <w:rPr>
          <w:rFonts w:ascii="Arial" w:hAnsi="Arial" w:cs="Arial"/>
          <w:sz w:val="20"/>
          <w:szCs w:val="20"/>
        </w:rPr>
        <w:tab/>
      </w:r>
      <w:r w:rsidRPr="00B54C67">
        <w:rPr>
          <w:rFonts w:ascii="Arial" w:hAnsi="Arial" w:cs="Arial"/>
          <w:sz w:val="20"/>
          <w:szCs w:val="20"/>
        </w:rPr>
        <w:tab/>
      </w:r>
      <w:r w:rsidRPr="00B54C67">
        <w:rPr>
          <w:rFonts w:ascii="Arial" w:hAnsi="Arial" w:cs="Arial"/>
          <w:sz w:val="20"/>
          <w:szCs w:val="20"/>
        </w:rPr>
        <w:tab/>
      </w:r>
      <w:r w:rsidRPr="00B54C67">
        <w:rPr>
          <w:rFonts w:ascii="Arial" w:hAnsi="Arial" w:cs="Arial"/>
          <w:sz w:val="20"/>
          <w:szCs w:val="20"/>
        </w:rPr>
        <w:tab/>
      </w:r>
      <w:r w:rsidRPr="00B54C67">
        <w:rPr>
          <w:rFonts w:ascii="Arial" w:hAnsi="Arial" w:cs="Arial"/>
          <w:sz w:val="20"/>
          <w:szCs w:val="20"/>
        </w:rPr>
        <w:tab/>
        <w:t>…………………………………………</w:t>
      </w:r>
      <w:r w:rsidRPr="00A21CC2">
        <w:rPr>
          <w:rFonts w:ascii="Arial" w:hAnsi="Arial" w:cs="Arial"/>
          <w:strike/>
          <w:sz w:val="20"/>
          <w:szCs w:val="20"/>
        </w:rPr>
        <w:tab/>
      </w:r>
    </w:p>
    <w:p w:rsidR="0024776A" w:rsidRPr="0075679C" w:rsidRDefault="0024776A" w:rsidP="00801E04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</w:t>
      </w:r>
      <w:r w:rsidRPr="0075679C">
        <w:rPr>
          <w:rFonts w:ascii="Arial" w:hAnsi="Arial" w:cs="Arial"/>
          <w:i/>
          <w:iCs/>
          <w:sz w:val="16"/>
          <w:szCs w:val="16"/>
        </w:rPr>
        <w:t>podpis</w:t>
      </w:r>
    </w:p>
    <w:p w:rsidR="0024776A" w:rsidRDefault="0024776A" w:rsidP="00B44A4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776A" w:rsidRDefault="0024776A" w:rsidP="00B44A47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4776A" w:rsidRPr="00190D6E" w:rsidRDefault="0024776A" w:rsidP="00B44A47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4776A" w:rsidRPr="001D3A19" w:rsidRDefault="0024776A" w:rsidP="00B44A4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24776A" w:rsidRPr="00A22DCF" w:rsidRDefault="0024776A" w:rsidP="00B44A4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776A" w:rsidRPr="00A22DCF" w:rsidRDefault="0024776A" w:rsidP="00B44A4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4776A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776A" w:rsidRPr="003E1710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4776A" w:rsidRPr="003E1710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776A" w:rsidRPr="003E1710" w:rsidRDefault="0024776A" w:rsidP="00B44A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4776A" w:rsidRPr="0075679C" w:rsidRDefault="0024776A" w:rsidP="00801E04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75679C">
        <w:rPr>
          <w:rFonts w:ascii="Arial" w:hAnsi="Arial" w:cs="Arial"/>
          <w:i/>
          <w:iCs/>
          <w:sz w:val="16"/>
          <w:szCs w:val="16"/>
        </w:rPr>
        <w:t>(podpis(y) osób uprawnionych do reprezentacji wykonawcy,</w:t>
      </w:r>
    </w:p>
    <w:p w:rsidR="0024776A" w:rsidRPr="0075679C" w:rsidRDefault="0024776A" w:rsidP="00801E04">
      <w:pPr>
        <w:spacing w:after="0" w:line="36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 w:rsidRPr="0075679C">
        <w:rPr>
          <w:rFonts w:ascii="Arial" w:hAnsi="Arial" w:cs="Arial"/>
          <w:i/>
          <w:iCs/>
          <w:sz w:val="16"/>
          <w:szCs w:val="16"/>
        </w:rPr>
        <w:t>w przypadku oferty wspólnej – podpis pełnomocnika wykonawców)</w:t>
      </w:r>
    </w:p>
    <w:p w:rsidR="0024776A" w:rsidRPr="0075679C" w:rsidRDefault="0024776A" w:rsidP="00B44A4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776A" w:rsidRDefault="0024776A"/>
    <w:sectPr w:rsidR="0024776A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76A" w:rsidRDefault="0024776A" w:rsidP="00ED0333">
      <w:pPr>
        <w:spacing w:after="0" w:line="240" w:lineRule="auto"/>
      </w:pPr>
      <w:r>
        <w:separator/>
      </w:r>
    </w:p>
  </w:endnote>
  <w:endnote w:type="continuationSeparator" w:id="1">
    <w:p w:rsidR="0024776A" w:rsidRDefault="0024776A" w:rsidP="00ED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A" w:rsidRDefault="002477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76A" w:rsidRDefault="0024776A" w:rsidP="00ED0333">
      <w:pPr>
        <w:spacing w:after="0" w:line="240" w:lineRule="auto"/>
      </w:pPr>
      <w:r>
        <w:separator/>
      </w:r>
    </w:p>
  </w:footnote>
  <w:footnote w:type="continuationSeparator" w:id="1">
    <w:p w:rsidR="0024776A" w:rsidRDefault="0024776A" w:rsidP="00ED03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C6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A47"/>
    <w:rsid w:val="00025C8D"/>
    <w:rsid w:val="00053497"/>
    <w:rsid w:val="00073AAE"/>
    <w:rsid w:val="0008025C"/>
    <w:rsid w:val="00190D6E"/>
    <w:rsid w:val="001C6945"/>
    <w:rsid w:val="001C6FAD"/>
    <w:rsid w:val="001D3A19"/>
    <w:rsid w:val="00224F1E"/>
    <w:rsid w:val="00225479"/>
    <w:rsid w:val="0024776A"/>
    <w:rsid w:val="00262D61"/>
    <w:rsid w:val="00294423"/>
    <w:rsid w:val="00383C27"/>
    <w:rsid w:val="003E1710"/>
    <w:rsid w:val="004774DA"/>
    <w:rsid w:val="004C6E20"/>
    <w:rsid w:val="004D7E48"/>
    <w:rsid w:val="00633DBD"/>
    <w:rsid w:val="00646CF0"/>
    <w:rsid w:val="006620FA"/>
    <w:rsid w:val="006646CF"/>
    <w:rsid w:val="006C042D"/>
    <w:rsid w:val="007054AE"/>
    <w:rsid w:val="0075679C"/>
    <w:rsid w:val="00801E04"/>
    <w:rsid w:val="008418AF"/>
    <w:rsid w:val="00842991"/>
    <w:rsid w:val="008E58CA"/>
    <w:rsid w:val="009375EB"/>
    <w:rsid w:val="009C7756"/>
    <w:rsid w:val="009E7CE7"/>
    <w:rsid w:val="009F09BF"/>
    <w:rsid w:val="009F76CE"/>
    <w:rsid w:val="00A058AD"/>
    <w:rsid w:val="00A21CC2"/>
    <w:rsid w:val="00A22DCF"/>
    <w:rsid w:val="00A54C5C"/>
    <w:rsid w:val="00AA53B0"/>
    <w:rsid w:val="00B15FD3"/>
    <w:rsid w:val="00B31542"/>
    <w:rsid w:val="00B44A47"/>
    <w:rsid w:val="00B54C67"/>
    <w:rsid w:val="00C3484F"/>
    <w:rsid w:val="00CB38AE"/>
    <w:rsid w:val="00D17E65"/>
    <w:rsid w:val="00DC51B5"/>
    <w:rsid w:val="00E31C06"/>
    <w:rsid w:val="00EB7CDE"/>
    <w:rsid w:val="00EC60CD"/>
    <w:rsid w:val="00ED0333"/>
    <w:rsid w:val="00F60533"/>
    <w:rsid w:val="00F9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A4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44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44A47"/>
  </w:style>
  <w:style w:type="paragraph" w:customStyle="1" w:styleId="ZnakZnakZnakZnakZnakZnak">
    <w:name w:val="Znak Znak Znak Znak Znak Znak"/>
    <w:basedOn w:val="Normal"/>
    <w:link w:val="DefaultParagraphFont"/>
    <w:uiPriority w:val="99"/>
    <w:rsid w:val="00B54C67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340</Words>
  <Characters>2046</Characters>
  <Application>Microsoft Office Outlook</Application>
  <DocSecurity>0</DocSecurity>
  <Lines>0</Lines>
  <Paragraphs>0</Paragraphs>
  <ScaleCrop>false</ScaleCrop>
  <Company>Starostwo Powiatowe w Grudziądzu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WPiR</dc:creator>
  <cp:keywords/>
  <dc:description/>
  <cp:lastModifiedBy>Anna Feeser-Bering</cp:lastModifiedBy>
  <cp:revision>12</cp:revision>
  <cp:lastPrinted>2016-09-09T10:31:00Z</cp:lastPrinted>
  <dcterms:created xsi:type="dcterms:W3CDTF">2016-09-09T09:09:00Z</dcterms:created>
  <dcterms:modified xsi:type="dcterms:W3CDTF">2016-11-16T09:13:00Z</dcterms:modified>
</cp:coreProperties>
</file>